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2F" w:rsidRDefault="0042592F">
      <w:bookmarkStart w:id="0" w:name="_GoBack"/>
      <w:bookmarkEnd w:id="0"/>
    </w:p>
    <w:sectPr w:rsidR="0042592F" w:rsidSect="00FB4334">
      <w:pgSz w:w="23300" w:h="7980"/>
      <w:pgMar w:top="0" w:right="0" w:bottom="0" w:left="0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9072"/>
  <w:drawingGridVerticalSpacing w:val="9072"/>
  <w:doNotUseMarginsForDrawingGridOrigin/>
  <w:drawingGridHorizontalOrigin w:val="170"/>
  <w:drawingGridVerticalOrigin w:val="17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EC"/>
    <w:rsid w:val="0013041D"/>
    <w:rsid w:val="00370EEC"/>
    <w:rsid w:val="0042592F"/>
    <w:rsid w:val="008E1706"/>
    <w:rsid w:val="009B4A3B"/>
    <w:rsid w:val="00C0251C"/>
    <w:rsid w:val="00D70E6E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Klantendisk:Dropbox:Dropbox:KaartenDrukken:Templates:EnkelCarre&#769;16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EnkelCarré160.dotx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Colorspace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de Jong</dc:creator>
  <cp:keywords/>
  <dc:description/>
  <cp:lastModifiedBy>Tina de Jong</cp:lastModifiedBy>
  <cp:revision>2</cp:revision>
  <dcterms:created xsi:type="dcterms:W3CDTF">2014-05-28T11:12:00Z</dcterms:created>
  <dcterms:modified xsi:type="dcterms:W3CDTF">2014-05-28T11:12:00Z</dcterms:modified>
</cp:coreProperties>
</file>